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E0" w:rsidRPr="00BF1E19" w:rsidRDefault="001844E0" w:rsidP="001844E0">
      <w:pPr>
        <w:jc w:val="center"/>
        <w:rPr>
          <w:b/>
          <w:sz w:val="28"/>
          <w:szCs w:val="28"/>
        </w:rPr>
      </w:pPr>
      <w:r w:rsidRPr="00BF1E19">
        <w:rPr>
          <w:b/>
          <w:sz w:val="28"/>
          <w:szCs w:val="28"/>
        </w:rPr>
        <w:t>Форма перечня вопросов для участников публичных консультаций</w:t>
      </w:r>
    </w:p>
    <w:p w:rsidR="001844E0" w:rsidRPr="00BF1E19" w:rsidRDefault="001844E0" w:rsidP="001844E0">
      <w:pPr>
        <w:jc w:val="center"/>
        <w:rPr>
          <w:b/>
          <w:sz w:val="28"/>
          <w:szCs w:val="28"/>
        </w:rPr>
      </w:pPr>
    </w:p>
    <w:p w:rsidR="006571C1" w:rsidRDefault="006571C1" w:rsidP="00371F84">
      <w:pPr>
        <w:ind w:firstLine="708"/>
        <w:jc w:val="both"/>
      </w:pPr>
      <w:r w:rsidRPr="006571C1">
        <w:rPr>
          <w:b/>
        </w:rPr>
        <w:t xml:space="preserve">Проект постановления администрации Вейделевского района </w:t>
      </w:r>
      <w:r w:rsidR="00047D85">
        <w:rPr>
          <w:b/>
        </w:rPr>
        <w:t>«</w:t>
      </w:r>
      <w:r w:rsidR="00371F84" w:rsidRPr="00371F84">
        <w:rPr>
          <w:b/>
        </w:rPr>
        <w:t>О внесении изменений в постановление администрации Вейделевского района от 04 сентября 2023 года №273</w:t>
      </w:r>
      <w:r w:rsidR="00BD0AFA" w:rsidRPr="00BD0AFA">
        <w:rPr>
          <w:b/>
        </w:rPr>
        <w:t>»</w:t>
      </w:r>
    </w:p>
    <w:p w:rsidR="001844E0" w:rsidRDefault="006571C1" w:rsidP="001844E0">
      <w:r w:rsidRPr="006571C1">
        <w:t>Пожалуйста, заполните и направьте данную форму по электронной почте на адрес krasnikova</w:t>
      </w:r>
      <w:r w:rsidR="00A54FF7">
        <w:t>_</w:t>
      </w:r>
      <w:r w:rsidR="00A54FF7">
        <w:rPr>
          <w:lang w:val="en-US"/>
        </w:rPr>
        <w:t>ii</w:t>
      </w:r>
      <w:r w:rsidRPr="006571C1">
        <w:t xml:space="preserve">@ve.belregion.ru не позднее </w:t>
      </w:r>
      <w:r w:rsidR="00371F84">
        <w:t>05 марта</w:t>
      </w:r>
      <w:bookmarkStart w:id="0" w:name="_GoBack"/>
      <w:bookmarkEnd w:id="0"/>
      <w:r w:rsidR="00115ED8">
        <w:t xml:space="preserve"> 2024</w:t>
      </w:r>
      <w:r w:rsidRPr="006571C1">
        <w:t xml:space="preserve"> года.</w:t>
      </w:r>
    </w:p>
    <w:p w:rsidR="006571C1" w:rsidRPr="00BF1E19" w:rsidRDefault="006571C1" w:rsidP="001844E0">
      <w:pPr>
        <w:rPr>
          <w:b/>
        </w:rPr>
      </w:pPr>
    </w:p>
    <w:p w:rsidR="001844E0" w:rsidRPr="00BF1E19" w:rsidRDefault="001844E0" w:rsidP="001844E0">
      <w:pPr>
        <w:jc w:val="center"/>
        <w:rPr>
          <w:b/>
        </w:rPr>
      </w:pPr>
      <w:r w:rsidRPr="00BF1E19">
        <w:rPr>
          <w:b/>
        </w:rPr>
        <w:t>Контактная информация</w:t>
      </w:r>
    </w:p>
    <w:p w:rsidR="001844E0" w:rsidRPr="00BF1E19" w:rsidRDefault="001844E0" w:rsidP="001844E0">
      <w:pPr>
        <w:jc w:val="both"/>
        <w:rPr>
          <w:b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По Вашему желанию укажите: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1. название организации ______________________</w:t>
      </w:r>
      <w:r w:rsidR="00687858" w:rsidRPr="00BF1E19">
        <w:rPr>
          <w:b/>
        </w:rPr>
        <w:t>______________________________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2. сферу деятельности организации ____________</w:t>
      </w:r>
      <w:r w:rsidR="00687858" w:rsidRPr="00BF1E19">
        <w:rPr>
          <w:b/>
        </w:rPr>
        <w:t>________________________</w:t>
      </w:r>
      <w:r w:rsidR="004208ED">
        <w:rPr>
          <w:b/>
        </w:rPr>
        <w:t>______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3. Ф.И.О. контактного лица ____________________________________</w:t>
      </w:r>
      <w:r w:rsidR="00687858" w:rsidRPr="00BF1E19">
        <w:rPr>
          <w:b/>
        </w:rPr>
        <w:t>_____________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4. контактный телефон _______________________</w:t>
      </w:r>
      <w:r w:rsidR="00687858" w:rsidRPr="00BF1E19">
        <w:rPr>
          <w:b/>
        </w:rPr>
        <w:t>______________________________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5. электронный адрес _________________________</w:t>
      </w:r>
      <w:r w:rsidR="00687858" w:rsidRPr="00BF1E19">
        <w:rPr>
          <w:b/>
        </w:rPr>
        <w:t>______________________________</w:t>
      </w:r>
    </w:p>
    <w:p w:rsidR="001844E0" w:rsidRPr="00BF1E19" w:rsidRDefault="001844E0" w:rsidP="001844E0">
      <w:pPr>
        <w:jc w:val="center"/>
        <w:rPr>
          <w:b/>
        </w:rPr>
      </w:pPr>
    </w:p>
    <w:p w:rsidR="001844E0" w:rsidRPr="00BF1E19" w:rsidRDefault="001844E0" w:rsidP="001844E0">
      <w:pPr>
        <w:jc w:val="center"/>
        <w:rPr>
          <w:b/>
        </w:rPr>
      </w:pPr>
      <w:r w:rsidRPr="00BF1E19">
        <w:rPr>
          <w:b/>
        </w:rPr>
        <w:t>Перечень вопросов</w:t>
      </w:r>
    </w:p>
    <w:p w:rsidR="001844E0" w:rsidRPr="00BF1E19" w:rsidRDefault="001844E0" w:rsidP="001844E0">
      <w:pPr>
        <w:jc w:val="center"/>
        <w:rPr>
          <w:b/>
        </w:rPr>
      </w:pPr>
    </w:p>
    <w:p w:rsidR="00566245" w:rsidRDefault="00566245" w:rsidP="001844E0">
      <w:pPr>
        <w:jc w:val="both"/>
        <w:rPr>
          <w:b/>
        </w:rPr>
      </w:pPr>
      <w:r w:rsidRPr="00566245">
        <w:rPr>
          <w:b/>
        </w:rPr>
        <w:t>1.</w:t>
      </w:r>
      <w:r w:rsidRPr="00566245">
        <w:rPr>
          <w:b/>
        </w:rPr>
        <w:tab/>
        <w:t>На решение какой проблемы, на ваш взгляд, направлено данное правовое регулирование? Актуальна ли данная проблема?</w:t>
      </w:r>
    </w:p>
    <w:p w:rsidR="00786DE6" w:rsidRPr="00786DE6" w:rsidRDefault="00786DE6" w:rsidP="001844E0">
      <w:pPr>
        <w:jc w:val="both"/>
        <w:rPr>
          <w:b/>
          <w:sz w:val="20"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_______________________________________________________________________</w:t>
      </w:r>
      <w:r w:rsidR="00687858" w:rsidRPr="00BF1E19">
        <w:rPr>
          <w:b/>
        </w:rPr>
        <w:t>____</w:t>
      </w:r>
    </w:p>
    <w:p w:rsidR="001844E0" w:rsidRPr="00BF1E19" w:rsidRDefault="001844E0" w:rsidP="001844E0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566245" w:rsidRPr="00786DE6" w:rsidRDefault="00566245" w:rsidP="001844E0">
      <w:pPr>
        <w:jc w:val="both"/>
        <w:rPr>
          <w:b/>
          <w:sz w:val="20"/>
        </w:rPr>
      </w:pPr>
    </w:p>
    <w:p w:rsidR="00566245" w:rsidRDefault="00566245" w:rsidP="001844E0">
      <w:pPr>
        <w:jc w:val="both"/>
        <w:rPr>
          <w:b/>
        </w:rPr>
      </w:pPr>
      <w:r w:rsidRPr="00566245">
        <w:rPr>
          <w:b/>
        </w:rPr>
        <w:t>2.</w:t>
      </w:r>
      <w:r w:rsidRPr="00566245">
        <w:rPr>
          <w:b/>
        </w:rPr>
        <w:tab/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или нормативные правовые акты.</w:t>
      </w:r>
    </w:p>
    <w:p w:rsidR="00566245" w:rsidRPr="00786DE6" w:rsidRDefault="00566245" w:rsidP="001844E0">
      <w:pPr>
        <w:jc w:val="both"/>
        <w:rPr>
          <w:b/>
          <w:sz w:val="20"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_________________________________________________________________________</w:t>
      </w:r>
    </w:p>
    <w:p w:rsidR="001844E0" w:rsidRPr="00BF1E19" w:rsidRDefault="001844E0" w:rsidP="001844E0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566245" w:rsidRPr="00786DE6" w:rsidRDefault="00566245" w:rsidP="001844E0">
      <w:pPr>
        <w:jc w:val="both"/>
        <w:rPr>
          <w:b/>
          <w:sz w:val="20"/>
        </w:rPr>
      </w:pPr>
    </w:p>
    <w:p w:rsidR="00566245" w:rsidRDefault="00566245" w:rsidP="001844E0">
      <w:pPr>
        <w:jc w:val="both"/>
        <w:rPr>
          <w:b/>
        </w:rPr>
      </w:pPr>
      <w:r w:rsidRPr="00566245">
        <w:rPr>
          <w:b/>
        </w:rPr>
        <w:t>3.</w:t>
      </w:r>
      <w:r w:rsidRPr="00566245">
        <w:rPr>
          <w:b/>
        </w:rPr>
        <w:tab/>
        <w:t>Оцените, какие существуют выгоды и преимущества в результате данного правового регулирования?</w:t>
      </w:r>
    </w:p>
    <w:p w:rsidR="00566245" w:rsidRPr="00786DE6" w:rsidRDefault="00566245" w:rsidP="001844E0">
      <w:pPr>
        <w:jc w:val="both"/>
        <w:rPr>
          <w:b/>
          <w:sz w:val="20"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___________________________________________________________________________</w:t>
      </w:r>
    </w:p>
    <w:p w:rsidR="001844E0" w:rsidRDefault="001844E0" w:rsidP="001844E0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786DE6" w:rsidRPr="00786DE6" w:rsidRDefault="00786DE6" w:rsidP="001844E0">
      <w:pPr>
        <w:jc w:val="both"/>
        <w:rPr>
          <w:sz w:val="20"/>
        </w:rPr>
      </w:pPr>
    </w:p>
    <w:p w:rsidR="004208ED" w:rsidRDefault="004208ED" w:rsidP="001844E0">
      <w:pPr>
        <w:jc w:val="both"/>
        <w:rPr>
          <w:b/>
        </w:rPr>
      </w:pPr>
      <w:r w:rsidRPr="004208ED">
        <w:rPr>
          <w:b/>
        </w:rPr>
        <w:t>4.</w:t>
      </w:r>
      <w:r w:rsidRPr="004208ED">
        <w:rPr>
          <w:b/>
        </w:rPr>
        <w:tab/>
        <w:t>Какие существуют риски и негативные последствия в результате  данного правового регулирования?</w:t>
      </w:r>
    </w:p>
    <w:p w:rsidR="00F43829" w:rsidRPr="00F43829" w:rsidRDefault="00F43829" w:rsidP="001844E0">
      <w:pPr>
        <w:jc w:val="both"/>
        <w:rPr>
          <w:b/>
          <w:sz w:val="20"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___________________________________________________________________________</w:t>
      </w:r>
    </w:p>
    <w:p w:rsidR="001844E0" w:rsidRDefault="001844E0" w:rsidP="001844E0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786DE6" w:rsidRPr="00786DE6" w:rsidRDefault="00786DE6" w:rsidP="001844E0">
      <w:pPr>
        <w:jc w:val="both"/>
        <w:rPr>
          <w:sz w:val="20"/>
        </w:rPr>
      </w:pPr>
    </w:p>
    <w:p w:rsidR="001844E0" w:rsidRDefault="00786DE6" w:rsidP="001844E0">
      <w:pPr>
        <w:jc w:val="both"/>
        <w:rPr>
          <w:b/>
          <w:szCs w:val="20"/>
        </w:rPr>
      </w:pPr>
      <w:r w:rsidRPr="00786DE6">
        <w:rPr>
          <w:b/>
          <w:szCs w:val="20"/>
        </w:rPr>
        <w:t>5.</w:t>
      </w:r>
      <w:r w:rsidRPr="00786DE6">
        <w:rPr>
          <w:b/>
          <w:szCs w:val="20"/>
        </w:rPr>
        <w:tab/>
        <w:t>Ваши предложения по внесению изменений в постановление администрации Вейделевского района, если в них есть необходимость.</w:t>
      </w:r>
    </w:p>
    <w:p w:rsidR="00F43829" w:rsidRPr="00F43829" w:rsidRDefault="00F43829" w:rsidP="001844E0">
      <w:pPr>
        <w:jc w:val="both"/>
        <w:rPr>
          <w:b/>
          <w:sz w:val="20"/>
          <w:szCs w:val="20"/>
        </w:rPr>
      </w:pPr>
    </w:p>
    <w:p w:rsidR="00786DE6" w:rsidRPr="00BF1E19" w:rsidRDefault="00786DE6" w:rsidP="00786DE6">
      <w:pPr>
        <w:jc w:val="both"/>
        <w:rPr>
          <w:b/>
        </w:rPr>
      </w:pPr>
      <w:r w:rsidRPr="00BF1E19">
        <w:rPr>
          <w:b/>
        </w:rPr>
        <w:t>___________________________________________________________________________</w:t>
      </w:r>
    </w:p>
    <w:p w:rsidR="00786DE6" w:rsidRPr="00BF1E19" w:rsidRDefault="00786DE6" w:rsidP="00786DE6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1844E0" w:rsidRPr="00BF1E19" w:rsidRDefault="001844E0" w:rsidP="001844E0">
      <w:pPr>
        <w:jc w:val="both"/>
        <w:rPr>
          <w:sz w:val="20"/>
          <w:szCs w:val="20"/>
        </w:rPr>
      </w:pPr>
    </w:p>
    <w:sectPr w:rsidR="001844E0" w:rsidRPr="00BF1E19" w:rsidSect="006571C1">
      <w:headerReference w:type="even" r:id="rId9"/>
      <w:headerReference w:type="default" r:id="rId10"/>
      <w:footerReference w:type="default" r:id="rId11"/>
      <w:pgSz w:w="11906" w:h="16838"/>
      <w:pgMar w:top="1021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B18" w:rsidRDefault="00A97B18">
      <w:r>
        <w:separator/>
      </w:r>
    </w:p>
  </w:endnote>
  <w:endnote w:type="continuationSeparator" w:id="0">
    <w:p w:rsidR="00A97B18" w:rsidRDefault="00A9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C9" w:rsidRPr="00F27211" w:rsidRDefault="006513C9" w:rsidP="008E73AC">
    <w:pPr>
      <w:pStyle w:val="a4"/>
      <w:jc w:val="right"/>
      <w:rPr>
        <w:sz w:val="16"/>
        <w:szCs w:val="16"/>
      </w:rPr>
    </w:pPr>
    <w:r>
      <w:rPr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B18" w:rsidRDefault="00A97B18">
      <w:r>
        <w:separator/>
      </w:r>
    </w:p>
  </w:footnote>
  <w:footnote w:type="continuationSeparator" w:id="0">
    <w:p w:rsidR="00A97B18" w:rsidRDefault="00A9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C9" w:rsidRDefault="006513C9" w:rsidP="0069630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13C9" w:rsidRDefault="006513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C9" w:rsidRDefault="006513C9" w:rsidP="0069630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6DE6">
      <w:rPr>
        <w:rStyle w:val="a6"/>
        <w:noProof/>
      </w:rPr>
      <w:t>2</w:t>
    </w:r>
    <w:r>
      <w:rPr>
        <w:rStyle w:val="a6"/>
      </w:rPr>
      <w:fldChar w:fldCharType="end"/>
    </w:r>
  </w:p>
  <w:p w:rsidR="006513C9" w:rsidRDefault="006513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E58F2"/>
    <w:multiLevelType w:val="hybridMultilevel"/>
    <w:tmpl w:val="84C4C126"/>
    <w:lvl w:ilvl="0" w:tplc="0442D7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116640"/>
    <w:multiLevelType w:val="hybridMultilevel"/>
    <w:tmpl w:val="4502B1C6"/>
    <w:lvl w:ilvl="0" w:tplc="8DC6570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6B"/>
    <w:rsid w:val="0000092C"/>
    <w:rsid w:val="000117AB"/>
    <w:rsid w:val="00012D2A"/>
    <w:rsid w:val="0003360A"/>
    <w:rsid w:val="00045F26"/>
    <w:rsid w:val="00047D85"/>
    <w:rsid w:val="0006175F"/>
    <w:rsid w:val="00062A68"/>
    <w:rsid w:val="00063615"/>
    <w:rsid w:val="00066B64"/>
    <w:rsid w:val="00071E8E"/>
    <w:rsid w:val="00071F8E"/>
    <w:rsid w:val="00072FC1"/>
    <w:rsid w:val="00076800"/>
    <w:rsid w:val="000861E3"/>
    <w:rsid w:val="00086E5B"/>
    <w:rsid w:val="000A2A56"/>
    <w:rsid w:val="000A2D74"/>
    <w:rsid w:val="000A5F81"/>
    <w:rsid w:val="000B1867"/>
    <w:rsid w:val="000B7C1C"/>
    <w:rsid w:val="000C06C6"/>
    <w:rsid w:val="000E4BC8"/>
    <w:rsid w:val="000E5BF2"/>
    <w:rsid w:val="000E7064"/>
    <w:rsid w:val="000F6288"/>
    <w:rsid w:val="00100550"/>
    <w:rsid w:val="001023C1"/>
    <w:rsid w:val="00114A34"/>
    <w:rsid w:val="00115ED8"/>
    <w:rsid w:val="001165F8"/>
    <w:rsid w:val="00123037"/>
    <w:rsid w:val="00131DE6"/>
    <w:rsid w:val="00132C2E"/>
    <w:rsid w:val="00133853"/>
    <w:rsid w:val="00136F22"/>
    <w:rsid w:val="00137451"/>
    <w:rsid w:val="001604DC"/>
    <w:rsid w:val="001625E3"/>
    <w:rsid w:val="00174FFC"/>
    <w:rsid w:val="001844E0"/>
    <w:rsid w:val="00185404"/>
    <w:rsid w:val="001B4559"/>
    <w:rsid w:val="001B5EA1"/>
    <w:rsid w:val="001C04B8"/>
    <w:rsid w:val="001C0DE2"/>
    <w:rsid w:val="001E3AB7"/>
    <w:rsid w:val="001F07F0"/>
    <w:rsid w:val="001F74AC"/>
    <w:rsid w:val="00207489"/>
    <w:rsid w:val="0021037C"/>
    <w:rsid w:val="00217BCC"/>
    <w:rsid w:val="00223517"/>
    <w:rsid w:val="00231E7D"/>
    <w:rsid w:val="00232600"/>
    <w:rsid w:val="00234376"/>
    <w:rsid w:val="002449E7"/>
    <w:rsid w:val="0025641E"/>
    <w:rsid w:val="00266CEE"/>
    <w:rsid w:val="00267335"/>
    <w:rsid w:val="00270CD5"/>
    <w:rsid w:val="00272220"/>
    <w:rsid w:val="0028372B"/>
    <w:rsid w:val="00285158"/>
    <w:rsid w:val="00290567"/>
    <w:rsid w:val="002938D6"/>
    <w:rsid w:val="002A64B4"/>
    <w:rsid w:val="002A7C13"/>
    <w:rsid w:val="002B0B96"/>
    <w:rsid w:val="002B1EBD"/>
    <w:rsid w:val="002C065D"/>
    <w:rsid w:val="002C0D0A"/>
    <w:rsid w:val="002C591C"/>
    <w:rsid w:val="002D2A40"/>
    <w:rsid w:val="002D6179"/>
    <w:rsid w:val="002E1FCB"/>
    <w:rsid w:val="00300A87"/>
    <w:rsid w:val="00301833"/>
    <w:rsid w:val="003104DD"/>
    <w:rsid w:val="00313F3F"/>
    <w:rsid w:val="003220AF"/>
    <w:rsid w:val="00323826"/>
    <w:rsid w:val="003267FD"/>
    <w:rsid w:val="00333FD5"/>
    <w:rsid w:val="0033660D"/>
    <w:rsid w:val="00347C7E"/>
    <w:rsid w:val="003539D9"/>
    <w:rsid w:val="0035718E"/>
    <w:rsid w:val="003626D8"/>
    <w:rsid w:val="00363911"/>
    <w:rsid w:val="00371F84"/>
    <w:rsid w:val="00373A7E"/>
    <w:rsid w:val="00387751"/>
    <w:rsid w:val="00394645"/>
    <w:rsid w:val="003B2358"/>
    <w:rsid w:val="003B31B4"/>
    <w:rsid w:val="003B49DA"/>
    <w:rsid w:val="003C3D96"/>
    <w:rsid w:val="003C6F8E"/>
    <w:rsid w:val="003D430F"/>
    <w:rsid w:val="003E011A"/>
    <w:rsid w:val="003F254F"/>
    <w:rsid w:val="003F38DB"/>
    <w:rsid w:val="003F4DCA"/>
    <w:rsid w:val="00404C19"/>
    <w:rsid w:val="004070F4"/>
    <w:rsid w:val="00414EB8"/>
    <w:rsid w:val="004208ED"/>
    <w:rsid w:val="004246B8"/>
    <w:rsid w:val="0042572E"/>
    <w:rsid w:val="00436E9E"/>
    <w:rsid w:val="00440C36"/>
    <w:rsid w:val="004446FD"/>
    <w:rsid w:val="00445D46"/>
    <w:rsid w:val="00445DB5"/>
    <w:rsid w:val="004465DA"/>
    <w:rsid w:val="0045334F"/>
    <w:rsid w:val="0045408B"/>
    <w:rsid w:val="00455E35"/>
    <w:rsid w:val="004570B3"/>
    <w:rsid w:val="004604F0"/>
    <w:rsid w:val="00467C1D"/>
    <w:rsid w:val="00477A76"/>
    <w:rsid w:val="004D5B77"/>
    <w:rsid w:val="004E2A39"/>
    <w:rsid w:val="004E31E6"/>
    <w:rsid w:val="004E3736"/>
    <w:rsid w:val="004F1572"/>
    <w:rsid w:val="004F4404"/>
    <w:rsid w:val="004F770A"/>
    <w:rsid w:val="004F7CF7"/>
    <w:rsid w:val="00517D05"/>
    <w:rsid w:val="005218CF"/>
    <w:rsid w:val="00522A0A"/>
    <w:rsid w:val="00525AAD"/>
    <w:rsid w:val="00540B80"/>
    <w:rsid w:val="00541DB3"/>
    <w:rsid w:val="005459A4"/>
    <w:rsid w:val="0054712E"/>
    <w:rsid w:val="0055601C"/>
    <w:rsid w:val="0056147F"/>
    <w:rsid w:val="005645B8"/>
    <w:rsid w:val="00566245"/>
    <w:rsid w:val="0056627C"/>
    <w:rsid w:val="00573A36"/>
    <w:rsid w:val="005742E9"/>
    <w:rsid w:val="00592431"/>
    <w:rsid w:val="005A431A"/>
    <w:rsid w:val="005A43D6"/>
    <w:rsid w:val="005A4CC1"/>
    <w:rsid w:val="005A4E1E"/>
    <w:rsid w:val="005B4893"/>
    <w:rsid w:val="005B4DD1"/>
    <w:rsid w:val="005B7E5F"/>
    <w:rsid w:val="005C291A"/>
    <w:rsid w:val="005C7D35"/>
    <w:rsid w:val="005D3118"/>
    <w:rsid w:val="005D40D3"/>
    <w:rsid w:val="005D5CA7"/>
    <w:rsid w:val="005E4602"/>
    <w:rsid w:val="005F1B20"/>
    <w:rsid w:val="006135CE"/>
    <w:rsid w:val="0062159F"/>
    <w:rsid w:val="006421E8"/>
    <w:rsid w:val="006427E5"/>
    <w:rsid w:val="006513C9"/>
    <w:rsid w:val="00652B0D"/>
    <w:rsid w:val="00654E9C"/>
    <w:rsid w:val="006571C1"/>
    <w:rsid w:val="00662713"/>
    <w:rsid w:val="00671EE7"/>
    <w:rsid w:val="006767F6"/>
    <w:rsid w:val="0068002E"/>
    <w:rsid w:val="006805BC"/>
    <w:rsid w:val="00683936"/>
    <w:rsid w:val="00687858"/>
    <w:rsid w:val="0069065D"/>
    <w:rsid w:val="0069630D"/>
    <w:rsid w:val="006A1BB7"/>
    <w:rsid w:val="006A7D71"/>
    <w:rsid w:val="006B3A7D"/>
    <w:rsid w:val="006D3E00"/>
    <w:rsid w:val="006E0546"/>
    <w:rsid w:val="006E602C"/>
    <w:rsid w:val="006F1E73"/>
    <w:rsid w:val="00704EA2"/>
    <w:rsid w:val="00707D8C"/>
    <w:rsid w:val="0071387E"/>
    <w:rsid w:val="007166FA"/>
    <w:rsid w:val="00722674"/>
    <w:rsid w:val="00726E6C"/>
    <w:rsid w:val="00733AEE"/>
    <w:rsid w:val="00735DB6"/>
    <w:rsid w:val="00737CC9"/>
    <w:rsid w:val="0074154D"/>
    <w:rsid w:val="007472F6"/>
    <w:rsid w:val="00752BFB"/>
    <w:rsid w:val="007530CB"/>
    <w:rsid w:val="00765E92"/>
    <w:rsid w:val="007734AB"/>
    <w:rsid w:val="00773C83"/>
    <w:rsid w:val="00777A9F"/>
    <w:rsid w:val="00777F2F"/>
    <w:rsid w:val="00786DE6"/>
    <w:rsid w:val="007939BD"/>
    <w:rsid w:val="007A09DF"/>
    <w:rsid w:val="007A52D1"/>
    <w:rsid w:val="007B2654"/>
    <w:rsid w:val="007B378F"/>
    <w:rsid w:val="007C05C9"/>
    <w:rsid w:val="007C581D"/>
    <w:rsid w:val="007D5AA8"/>
    <w:rsid w:val="007D75D7"/>
    <w:rsid w:val="007E0D5F"/>
    <w:rsid w:val="007F1F32"/>
    <w:rsid w:val="007F232B"/>
    <w:rsid w:val="007F3B0B"/>
    <w:rsid w:val="007F7069"/>
    <w:rsid w:val="008149F4"/>
    <w:rsid w:val="00820680"/>
    <w:rsid w:val="00835F75"/>
    <w:rsid w:val="0084345B"/>
    <w:rsid w:val="00851B21"/>
    <w:rsid w:val="00851B31"/>
    <w:rsid w:val="0086502B"/>
    <w:rsid w:val="008736C8"/>
    <w:rsid w:val="00875BB9"/>
    <w:rsid w:val="00881A50"/>
    <w:rsid w:val="00892EB8"/>
    <w:rsid w:val="00894846"/>
    <w:rsid w:val="008A14FD"/>
    <w:rsid w:val="008B14E6"/>
    <w:rsid w:val="008B1A88"/>
    <w:rsid w:val="008B1D3F"/>
    <w:rsid w:val="008B55EA"/>
    <w:rsid w:val="008C0C2D"/>
    <w:rsid w:val="008C2F61"/>
    <w:rsid w:val="008C4586"/>
    <w:rsid w:val="008C493A"/>
    <w:rsid w:val="008D25FE"/>
    <w:rsid w:val="008D46CC"/>
    <w:rsid w:val="008E0BC0"/>
    <w:rsid w:val="008E4526"/>
    <w:rsid w:val="008E47C7"/>
    <w:rsid w:val="008E59DD"/>
    <w:rsid w:val="008E73AC"/>
    <w:rsid w:val="008E7F9D"/>
    <w:rsid w:val="008F164D"/>
    <w:rsid w:val="00907C9C"/>
    <w:rsid w:val="00926CC4"/>
    <w:rsid w:val="00953221"/>
    <w:rsid w:val="00956B71"/>
    <w:rsid w:val="009628F4"/>
    <w:rsid w:val="009632DD"/>
    <w:rsid w:val="00966CE8"/>
    <w:rsid w:val="00977B38"/>
    <w:rsid w:val="00984587"/>
    <w:rsid w:val="00990C43"/>
    <w:rsid w:val="00992979"/>
    <w:rsid w:val="0099672E"/>
    <w:rsid w:val="009968CE"/>
    <w:rsid w:val="009A3AB1"/>
    <w:rsid w:val="009B0A92"/>
    <w:rsid w:val="009B0D68"/>
    <w:rsid w:val="009B5267"/>
    <w:rsid w:val="009B5846"/>
    <w:rsid w:val="009B6BCB"/>
    <w:rsid w:val="009B70E9"/>
    <w:rsid w:val="009C5B27"/>
    <w:rsid w:val="009D0A81"/>
    <w:rsid w:val="009D1D6C"/>
    <w:rsid w:val="009D5E00"/>
    <w:rsid w:val="009D7353"/>
    <w:rsid w:val="009E3885"/>
    <w:rsid w:val="009F00F6"/>
    <w:rsid w:val="009F3CFA"/>
    <w:rsid w:val="00A01DD0"/>
    <w:rsid w:val="00A0544F"/>
    <w:rsid w:val="00A07273"/>
    <w:rsid w:val="00A07755"/>
    <w:rsid w:val="00A1521A"/>
    <w:rsid w:val="00A53DFA"/>
    <w:rsid w:val="00A5406E"/>
    <w:rsid w:val="00A54FF7"/>
    <w:rsid w:val="00A60CF3"/>
    <w:rsid w:val="00A652A4"/>
    <w:rsid w:val="00A763AF"/>
    <w:rsid w:val="00A76660"/>
    <w:rsid w:val="00A767F3"/>
    <w:rsid w:val="00A800EB"/>
    <w:rsid w:val="00A8156F"/>
    <w:rsid w:val="00A86C58"/>
    <w:rsid w:val="00A8723E"/>
    <w:rsid w:val="00A97980"/>
    <w:rsid w:val="00A97B18"/>
    <w:rsid w:val="00AA216E"/>
    <w:rsid w:val="00AA2BCB"/>
    <w:rsid w:val="00AA6551"/>
    <w:rsid w:val="00AA6CD3"/>
    <w:rsid w:val="00AA7F30"/>
    <w:rsid w:val="00AB20A5"/>
    <w:rsid w:val="00AC0329"/>
    <w:rsid w:val="00AC0828"/>
    <w:rsid w:val="00AC4373"/>
    <w:rsid w:val="00AE1DEB"/>
    <w:rsid w:val="00B03258"/>
    <w:rsid w:val="00B26CCD"/>
    <w:rsid w:val="00B335D4"/>
    <w:rsid w:val="00B33B4A"/>
    <w:rsid w:val="00B35776"/>
    <w:rsid w:val="00B40FC6"/>
    <w:rsid w:val="00B45330"/>
    <w:rsid w:val="00B479BF"/>
    <w:rsid w:val="00B629C7"/>
    <w:rsid w:val="00B66F99"/>
    <w:rsid w:val="00B72D58"/>
    <w:rsid w:val="00B87BA3"/>
    <w:rsid w:val="00B9006A"/>
    <w:rsid w:val="00B9393D"/>
    <w:rsid w:val="00BA201D"/>
    <w:rsid w:val="00BA6AD1"/>
    <w:rsid w:val="00BB4379"/>
    <w:rsid w:val="00BC574E"/>
    <w:rsid w:val="00BD02B5"/>
    <w:rsid w:val="00BD0AFA"/>
    <w:rsid w:val="00BD3FFC"/>
    <w:rsid w:val="00BD4319"/>
    <w:rsid w:val="00BE1AE8"/>
    <w:rsid w:val="00BE2F3E"/>
    <w:rsid w:val="00BF1E19"/>
    <w:rsid w:val="00BF23A2"/>
    <w:rsid w:val="00C20651"/>
    <w:rsid w:val="00C221B7"/>
    <w:rsid w:val="00C22818"/>
    <w:rsid w:val="00C364A7"/>
    <w:rsid w:val="00C40B39"/>
    <w:rsid w:val="00C5461C"/>
    <w:rsid w:val="00C65DF1"/>
    <w:rsid w:val="00C91027"/>
    <w:rsid w:val="00C94E94"/>
    <w:rsid w:val="00C9752D"/>
    <w:rsid w:val="00CA2A69"/>
    <w:rsid w:val="00CA5137"/>
    <w:rsid w:val="00CB38D8"/>
    <w:rsid w:val="00CC1C18"/>
    <w:rsid w:val="00CE0DAC"/>
    <w:rsid w:val="00CE2613"/>
    <w:rsid w:val="00CE285F"/>
    <w:rsid w:val="00CE6CAC"/>
    <w:rsid w:val="00CE73E3"/>
    <w:rsid w:val="00CF602B"/>
    <w:rsid w:val="00D14183"/>
    <w:rsid w:val="00D14311"/>
    <w:rsid w:val="00D14641"/>
    <w:rsid w:val="00D163F9"/>
    <w:rsid w:val="00D168A2"/>
    <w:rsid w:val="00D23638"/>
    <w:rsid w:val="00D26FD6"/>
    <w:rsid w:val="00D34600"/>
    <w:rsid w:val="00D417A4"/>
    <w:rsid w:val="00D528BA"/>
    <w:rsid w:val="00D61880"/>
    <w:rsid w:val="00D6685B"/>
    <w:rsid w:val="00D83A16"/>
    <w:rsid w:val="00D84299"/>
    <w:rsid w:val="00D853CD"/>
    <w:rsid w:val="00D864DB"/>
    <w:rsid w:val="00D91C35"/>
    <w:rsid w:val="00D92E2E"/>
    <w:rsid w:val="00D93CB3"/>
    <w:rsid w:val="00DA368D"/>
    <w:rsid w:val="00DC2B14"/>
    <w:rsid w:val="00DD1A4C"/>
    <w:rsid w:val="00DD3206"/>
    <w:rsid w:val="00DD7785"/>
    <w:rsid w:val="00DE0589"/>
    <w:rsid w:val="00DF7551"/>
    <w:rsid w:val="00E04AA0"/>
    <w:rsid w:val="00E05D5D"/>
    <w:rsid w:val="00E11EC7"/>
    <w:rsid w:val="00E25C94"/>
    <w:rsid w:val="00E275BF"/>
    <w:rsid w:val="00E33504"/>
    <w:rsid w:val="00E35B07"/>
    <w:rsid w:val="00E43F14"/>
    <w:rsid w:val="00E74FCC"/>
    <w:rsid w:val="00E76A0B"/>
    <w:rsid w:val="00E82D69"/>
    <w:rsid w:val="00E83C8C"/>
    <w:rsid w:val="00E85C36"/>
    <w:rsid w:val="00EA03AE"/>
    <w:rsid w:val="00EA20FE"/>
    <w:rsid w:val="00EB7F5E"/>
    <w:rsid w:val="00EC300A"/>
    <w:rsid w:val="00EC4439"/>
    <w:rsid w:val="00EC592A"/>
    <w:rsid w:val="00ED1A84"/>
    <w:rsid w:val="00ED225A"/>
    <w:rsid w:val="00EE1D59"/>
    <w:rsid w:val="00EE306B"/>
    <w:rsid w:val="00EF117B"/>
    <w:rsid w:val="00EF671C"/>
    <w:rsid w:val="00EF77A3"/>
    <w:rsid w:val="00F039C7"/>
    <w:rsid w:val="00F1179C"/>
    <w:rsid w:val="00F27211"/>
    <w:rsid w:val="00F32CCD"/>
    <w:rsid w:val="00F33785"/>
    <w:rsid w:val="00F4174C"/>
    <w:rsid w:val="00F43829"/>
    <w:rsid w:val="00F45C1C"/>
    <w:rsid w:val="00F51E32"/>
    <w:rsid w:val="00F57A45"/>
    <w:rsid w:val="00F6395C"/>
    <w:rsid w:val="00F65E7D"/>
    <w:rsid w:val="00F71FB9"/>
    <w:rsid w:val="00F73B31"/>
    <w:rsid w:val="00F84273"/>
    <w:rsid w:val="00F90654"/>
    <w:rsid w:val="00FB2D1F"/>
    <w:rsid w:val="00FC00E4"/>
    <w:rsid w:val="00FD348C"/>
    <w:rsid w:val="00FE3CD8"/>
    <w:rsid w:val="00FE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73A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E73AC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032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135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CE2613"/>
  </w:style>
  <w:style w:type="paragraph" w:customStyle="1" w:styleId="p7">
    <w:name w:val="p7"/>
    <w:basedOn w:val="a"/>
    <w:rsid w:val="0045334F"/>
    <w:pPr>
      <w:spacing w:before="100" w:beforeAutospacing="1" w:after="100" w:afterAutospacing="1"/>
    </w:pPr>
  </w:style>
  <w:style w:type="character" w:styleId="a7">
    <w:name w:val="Hyperlink"/>
    <w:rsid w:val="00E05D5D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rsid w:val="00CA2A6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8">
    <w:name w:val="annotation reference"/>
    <w:basedOn w:val="a0"/>
    <w:rsid w:val="009632DD"/>
    <w:rPr>
      <w:sz w:val="16"/>
      <w:szCs w:val="16"/>
    </w:rPr>
  </w:style>
  <w:style w:type="paragraph" w:styleId="a9">
    <w:name w:val="annotation text"/>
    <w:basedOn w:val="a"/>
    <w:link w:val="aa"/>
    <w:rsid w:val="009632D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9632DD"/>
  </w:style>
  <w:style w:type="paragraph" w:styleId="ab">
    <w:name w:val="annotation subject"/>
    <w:basedOn w:val="a9"/>
    <w:next w:val="a9"/>
    <w:link w:val="ac"/>
    <w:rsid w:val="009632DD"/>
    <w:rPr>
      <w:b/>
      <w:bCs/>
    </w:rPr>
  </w:style>
  <w:style w:type="character" w:customStyle="1" w:styleId="ac">
    <w:name w:val="Тема примечания Знак"/>
    <w:basedOn w:val="aa"/>
    <w:link w:val="ab"/>
    <w:rsid w:val="009632DD"/>
    <w:rPr>
      <w:b/>
      <w:bCs/>
    </w:rPr>
  </w:style>
  <w:style w:type="table" w:styleId="ad">
    <w:name w:val="Table Grid"/>
    <w:basedOn w:val="a1"/>
    <w:rsid w:val="00C22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8E59D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86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73A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E73AC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032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135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CE2613"/>
  </w:style>
  <w:style w:type="paragraph" w:customStyle="1" w:styleId="p7">
    <w:name w:val="p7"/>
    <w:basedOn w:val="a"/>
    <w:rsid w:val="0045334F"/>
    <w:pPr>
      <w:spacing w:before="100" w:beforeAutospacing="1" w:after="100" w:afterAutospacing="1"/>
    </w:pPr>
  </w:style>
  <w:style w:type="character" w:styleId="a7">
    <w:name w:val="Hyperlink"/>
    <w:rsid w:val="00E05D5D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rsid w:val="00CA2A6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8">
    <w:name w:val="annotation reference"/>
    <w:basedOn w:val="a0"/>
    <w:rsid w:val="009632DD"/>
    <w:rPr>
      <w:sz w:val="16"/>
      <w:szCs w:val="16"/>
    </w:rPr>
  </w:style>
  <w:style w:type="paragraph" w:styleId="a9">
    <w:name w:val="annotation text"/>
    <w:basedOn w:val="a"/>
    <w:link w:val="aa"/>
    <w:rsid w:val="009632D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9632DD"/>
  </w:style>
  <w:style w:type="paragraph" w:styleId="ab">
    <w:name w:val="annotation subject"/>
    <w:basedOn w:val="a9"/>
    <w:next w:val="a9"/>
    <w:link w:val="ac"/>
    <w:rsid w:val="009632DD"/>
    <w:rPr>
      <w:b/>
      <w:bCs/>
    </w:rPr>
  </w:style>
  <w:style w:type="character" w:customStyle="1" w:styleId="ac">
    <w:name w:val="Тема примечания Знак"/>
    <w:basedOn w:val="aa"/>
    <w:link w:val="ab"/>
    <w:rsid w:val="009632DD"/>
    <w:rPr>
      <w:b/>
      <w:bCs/>
    </w:rPr>
  </w:style>
  <w:style w:type="table" w:styleId="ad">
    <w:name w:val="Table Grid"/>
    <w:basedOn w:val="a1"/>
    <w:rsid w:val="00C22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8E59D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86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7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arasenko\Application%20Data\Microsoft\&#1064;&#1072;&#1073;&#1083;&#1086;&#1085;&#1099;\&#1087;&#1086;&#1089;&#1090;&#1072;&#1085;.%200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B99375E-FB2F-498C-BEFC-12C2F6BC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постан. 08</Template>
  <TotalTime>32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Вейделевского района</Company>
  <LinksUpToDate>false</LinksUpToDate>
  <CharactersWithSpaces>2277</CharactersWithSpaces>
  <SharedDoc>false</SharedDoc>
  <HLinks>
    <vt:vector size="6" baseType="variant">
      <vt:variant>
        <vt:i4>5374034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consultantplus://offline/ref=9E77B6B6493239759E03DA09773E0C811BDCC71F953770CA735306FE553A70730F7372F21207C3BE78BF11z3C5J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tarasenko</dc:creator>
  <cp:lastModifiedBy>Экон 2</cp:lastModifiedBy>
  <cp:revision>25</cp:revision>
  <cp:lastPrinted>2021-04-06T11:56:00Z</cp:lastPrinted>
  <dcterms:created xsi:type="dcterms:W3CDTF">2022-06-29T06:03:00Z</dcterms:created>
  <dcterms:modified xsi:type="dcterms:W3CDTF">2024-03-19T10:22:00Z</dcterms:modified>
</cp:coreProperties>
</file>